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813FB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01232A67" w14:textId="77777777" w:rsidR="003B3BC8" w:rsidRPr="00F10799" w:rsidRDefault="003B3BC8" w:rsidP="003B3BC8">
      <w:pPr>
        <w:rPr>
          <w:sz w:val="20"/>
          <w:szCs w:val="20"/>
        </w:rPr>
      </w:pPr>
    </w:p>
    <w:p w14:paraId="3D1E56F5" w14:textId="77777777" w:rsidR="003B3BC8" w:rsidRPr="003B3BC8" w:rsidRDefault="00364506" w:rsidP="00F90F95">
      <w:pPr>
        <w:pStyle w:val="Heading1"/>
      </w:pPr>
      <w:r>
        <w:t>CASUAL EMPLOYEE TIMESHEET</w:t>
      </w:r>
    </w:p>
    <w:p w14:paraId="4FFACEEB" w14:textId="77777777"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72"/>
        <w:gridCol w:w="6698"/>
      </w:tblGrid>
      <w:tr w:rsidR="00364506" w14:paraId="5F159F4B" w14:textId="77777777" w:rsidTr="005E0CC0">
        <w:trPr>
          <w:trHeight w:val="467"/>
        </w:trPr>
        <w:tc>
          <w:tcPr>
            <w:tcW w:w="1985" w:type="dxa"/>
            <w:shd w:val="clear" w:color="auto" w:fill="D9D9D9" w:themeFill="background1" w:themeFillShade="D9"/>
          </w:tcPr>
          <w:p w14:paraId="63E0F179" w14:textId="77777777" w:rsidR="00364506" w:rsidRPr="00A22B32" w:rsidRDefault="00364506" w:rsidP="005E0CC0">
            <w:pPr>
              <w:rPr>
                <w:b/>
              </w:rPr>
            </w:pPr>
            <w:r w:rsidRPr="00A22B32">
              <w:rPr>
                <w:b/>
              </w:rPr>
              <w:t>Employee name</w:t>
            </w:r>
            <w:r>
              <w:rPr>
                <w:b/>
              </w:rPr>
              <w:t>:</w:t>
            </w:r>
          </w:p>
        </w:tc>
        <w:tc>
          <w:tcPr>
            <w:tcW w:w="6804" w:type="dxa"/>
          </w:tcPr>
          <w:p w14:paraId="479CA292" w14:textId="77777777" w:rsidR="00364506" w:rsidRDefault="00364506" w:rsidP="005E0CC0">
            <w:pPr>
              <w:spacing w:line="360" w:lineRule="auto"/>
            </w:pPr>
          </w:p>
        </w:tc>
      </w:tr>
    </w:tbl>
    <w:p w14:paraId="5B8CDB6F" w14:textId="77777777" w:rsidR="00E50B96" w:rsidRDefault="00E50B96" w:rsidP="00AE4E61"/>
    <w:tbl>
      <w:tblPr>
        <w:tblStyle w:val="TableGrid"/>
        <w:tblW w:w="8896" w:type="dxa"/>
        <w:tblInd w:w="108" w:type="dxa"/>
        <w:tblLook w:val="04A0" w:firstRow="1" w:lastRow="0" w:firstColumn="1" w:lastColumn="0" w:noHBand="0" w:noVBand="1"/>
      </w:tblPr>
      <w:tblGrid>
        <w:gridCol w:w="851"/>
        <w:gridCol w:w="850"/>
        <w:gridCol w:w="1418"/>
        <w:gridCol w:w="1984"/>
        <w:gridCol w:w="1985"/>
        <w:gridCol w:w="1808"/>
      </w:tblGrid>
      <w:tr w:rsidR="00364506" w:rsidRPr="004B2ED5" w14:paraId="19CB782F" w14:textId="77777777" w:rsidTr="00493A78">
        <w:tc>
          <w:tcPr>
            <w:tcW w:w="8896" w:type="dxa"/>
            <w:gridSpan w:val="6"/>
            <w:shd w:val="clear" w:color="auto" w:fill="000000" w:themeFill="text1"/>
          </w:tcPr>
          <w:p w14:paraId="45CB0D56" w14:textId="77777777" w:rsidR="00364506" w:rsidRDefault="00DC6421" w:rsidP="00493A78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Summary of hours worked current</w:t>
            </w:r>
            <w:r w:rsidR="00493A78">
              <w:rPr>
                <w:b/>
              </w:rPr>
              <w:t xml:space="preserve"> fortnight</w:t>
            </w:r>
          </w:p>
        </w:tc>
      </w:tr>
      <w:tr w:rsidR="00072895" w:rsidRPr="004B2ED5" w14:paraId="4C8EABDE" w14:textId="77777777" w:rsidTr="00493A78">
        <w:trPr>
          <w:trHeight w:val="369"/>
        </w:trPr>
        <w:tc>
          <w:tcPr>
            <w:tcW w:w="851" w:type="dxa"/>
            <w:shd w:val="clear" w:color="auto" w:fill="D9D9D9" w:themeFill="background1" w:themeFillShade="D9"/>
          </w:tcPr>
          <w:p w14:paraId="2DCE51AE" w14:textId="77777777" w:rsidR="00072895" w:rsidRPr="00C55E2D" w:rsidRDefault="00072895" w:rsidP="0007289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Week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F20594D" w14:textId="77777777" w:rsidR="00072895" w:rsidRDefault="00072895" w:rsidP="0007289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Day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70EB7AF" w14:textId="77777777" w:rsidR="00072895" w:rsidRDefault="00072895" w:rsidP="00493A7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AA9B72E" w14:textId="77777777" w:rsidR="00072895" w:rsidRDefault="00072895" w:rsidP="00493A7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Time started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BE503E7" w14:textId="77777777" w:rsidR="00072895" w:rsidRPr="00C55E2D" w:rsidRDefault="00072895" w:rsidP="0007289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Time finished</w:t>
            </w:r>
          </w:p>
        </w:tc>
        <w:tc>
          <w:tcPr>
            <w:tcW w:w="1808" w:type="dxa"/>
            <w:shd w:val="clear" w:color="auto" w:fill="D9D9D9" w:themeFill="background1" w:themeFillShade="D9"/>
          </w:tcPr>
          <w:p w14:paraId="0BD3847F" w14:textId="77777777" w:rsidR="00072895" w:rsidRDefault="00072895" w:rsidP="0007289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Hours worked</w:t>
            </w:r>
          </w:p>
        </w:tc>
      </w:tr>
      <w:tr w:rsidR="00072895" w14:paraId="74464220" w14:textId="77777777" w:rsidTr="00A4529F">
        <w:trPr>
          <w:trHeight w:val="276"/>
        </w:trPr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1864322D" w14:textId="77777777" w:rsidR="00072895" w:rsidRPr="009E712C" w:rsidRDefault="00072895" w:rsidP="009E712C">
            <w:pPr>
              <w:jc w:val="center"/>
              <w:rPr>
                <w:b/>
              </w:rPr>
            </w:pPr>
            <w:r w:rsidRPr="009E712C">
              <w:rPr>
                <w:b/>
              </w:rPr>
              <w:t>1</w:t>
            </w:r>
          </w:p>
        </w:tc>
        <w:tc>
          <w:tcPr>
            <w:tcW w:w="850" w:type="dxa"/>
          </w:tcPr>
          <w:p w14:paraId="56E5A99C" w14:textId="77777777"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Mon</w:t>
            </w:r>
          </w:p>
        </w:tc>
        <w:tc>
          <w:tcPr>
            <w:tcW w:w="1418" w:type="dxa"/>
          </w:tcPr>
          <w:p w14:paraId="43A8A787" w14:textId="77777777"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82FC86D" w14:textId="77777777" w:rsidR="00072895" w:rsidRPr="009E712C" w:rsidRDefault="00072895" w:rsidP="00974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C28C408" w14:textId="77777777" w:rsidR="00072895" w:rsidRPr="009E712C" w:rsidRDefault="00072895" w:rsidP="00974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14:paraId="62F536DA" w14:textId="77777777" w:rsidR="00072895" w:rsidRPr="009E712C" w:rsidRDefault="00072895" w:rsidP="00974FA8">
            <w:pPr>
              <w:jc w:val="center"/>
              <w:rPr>
                <w:sz w:val="20"/>
                <w:szCs w:val="20"/>
              </w:rPr>
            </w:pPr>
          </w:p>
        </w:tc>
      </w:tr>
      <w:tr w:rsidR="00072895" w14:paraId="74D06A36" w14:textId="77777777" w:rsidTr="00A4529F">
        <w:trPr>
          <w:trHeight w:val="210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4663CC45" w14:textId="77777777" w:rsidR="00072895" w:rsidRPr="009E712C" w:rsidRDefault="00072895" w:rsidP="009E712C">
            <w:pPr>
              <w:rPr>
                <w:b/>
              </w:rPr>
            </w:pPr>
          </w:p>
        </w:tc>
        <w:tc>
          <w:tcPr>
            <w:tcW w:w="850" w:type="dxa"/>
          </w:tcPr>
          <w:p w14:paraId="7DA05CA3" w14:textId="77777777"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Tue</w:t>
            </w:r>
          </w:p>
        </w:tc>
        <w:tc>
          <w:tcPr>
            <w:tcW w:w="1418" w:type="dxa"/>
          </w:tcPr>
          <w:p w14:paraId="0C0ED6CC" w14:textId="77777777"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0531412" w14:textId="77777777"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E35C6B5" w14:textId="77777777"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14:paraId="70151B97" w14:textId="77777777"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</w:tr>
      <w:tr w:rsidR="00072895" w14:paraId="1B732A37" w14:textId="77777777" w:rsidTr="00A4529F">
        <w:trPr>
          <w:trHeight w:val="285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7A878B48" w14:textId="77777777" w:rsidR="00072895" w:rsidRPr="009E712C" w:rsidRDefault="00072895" w:rsidP="009E712C">
            <w:pPr>
              <w:rPr>
                <w:b/>
              </w:rPr>
            </w:pPr>
          </w:p>
        </w:tc>
        <w:tc>
          <w:tcPr>
            <w:tcW w:w="850" w:type="dxa"/>
          </w:tcPr>
          <w:p w14:paraId="3CF73820" w14:textId="77777777"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Wed</w:t>
            </w:r>
          </w:p>
        </w:tc>
        <w:tc>
          <w:tcPr>
            <w:tcW w:w="1418" w:type="dxa"/>
          </w:tcPr>
          <w:p w14:paraId="7330FDE9" w14:textId="77777777"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989CF21" w14:textId="77777777"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6DBE5A6" w14:textId="77777777"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14:paraId="6D060823" w14:textId="77777777"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</w:tr>
      <w:tr w:rsidR="00072895" w14:paraId="0F3E168D" w14:textId="77777777" w:rsidTr="00A4529F">
        <w:trPr>
          <w:trHeight w:val="301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2C27516E" w14:textId="77777777" w:rsidR="00072895" w:rsidRPr="009E712C" w:rsidRDefault="00072895" w:rsidP="009E712C">
            <w:pPr>
              <w:jc w:val="left"/>
              <w:rPr>
                <w:b/>
              </w:rPr>
            </w:pPr>
          </w:p>
        </w:tc>
        <w:tc>
          <w:tcPr>
            <w:tcW w:w="850" w:type="dxa"/>
          </w:tcPr>
          <w:p w14:paraId="7B6BAD71" w14:textId="77777777"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Thur</w:t>
            </w:r>
          </w:p>
        </w:tc>
        <w:tc>
          <w:tcPr>
            <w:tcW w:w="1418" w:type="dxa"/>
          </w:tcPr>
          <w:p w14:paraId="6CE9C900" w14:textId="77777777"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FD0F611" w14:textId="77777777"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E7CC7C2" w14:textId="77777777"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14:paraId="440858A9" w14:textId="77777777"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</w:tr>
      <w:tr w:rsidR="00072895" w14:paraId="09865A67" w14:textId="77777777" w:rsidTr="00A4529F">
        <w:trPr>
          <w:trHeight w:val="264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5BF3D9D1" w14:textId="77777777" w:rsidR="00072895" w:rsidRPr="009E712C" w:rsidRDefault="00072895" w:rsidP="009E712C">
            <w:pPr>
              <w:jc w:val="left"/>
              <w:rPr>
                <w:b/>
              </w:rPr>
            </w:pPr>
          </w:p>
        </w:tc>
        <w:tc>
          <w:tcPr>
            <w:tcW w:w="850" w:type="dxa"/>
          </w:tcPr>
          <w:p w14:paraId="34F8026A" w14:textId="77777777"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Fri</w:t>
            </w:r>
          </w:p>
        </w:tc>
        <w:tc>
          <w:tcPr>
            <w:tcW w:w="1418" w:type="dxa"/>
          </w:tcPr>
          <w:p w14:paraId="29816E08" w14:textId="77777777"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566F45B" w14:textId="77777777"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39B943E4" w14:textId="77777777"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808" w:type="dxa"/>
          </w:tcPr>
          <w:p w14:paraId="136E4CD6" w14:textId="77777777"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</w:tr>
      <w:tr w:rsidR="00072895" w14:paraId="73E82552" w14:textId="77777777" w:rsidTr="00A4529F">
        <w:trPr>
          <w:trHeight w:val="271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0246DECA" w14:textId="77777777" w:rsidR="00072895" w:rsidRPr="009E712C" w:rsidRDefault="00072895" w:rsidP="009E712C">
            <w:pPr>
              <w:jc w:val="left"/>
              <w:rPr>
                <w:b/>
              </w:rPr>
            </w:pPr>
          </w:p>
        </w:tc>
        <w:tc>
          <w:tcPr>
            <w:tcW w:w="850" w:type="dxa"/>
          </w:tcPr>
          <w:p w14:paraId="73DD95CA" w14:textId="77777777"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Sat</w:t>
            </w:r>
          </w:p>
        </w:tc>
        <w:tc>
          <w:tcPr>
            <w:tcW w:w="1418" w:type="dxa"/>
          </w:tcPr>
          <w:p w14:paraId="16C85F3F" w14:textId="77777777"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1FFABDD8" w14:textId="77777777"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151C5A8" w14:textId="77777777"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808" w:type="dxa"/>
          </w:tcPr>
          <w:p w14:paraId="6918B517" w14:textId="77777777"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</w:tr>
      <w:tr w:rsidR="00072895" w14:paraId="7CC331BE" w14:textId="77777777" w:rsidTr="00A4529F">
        <w:trPr>
          <w:trHeight w:val="286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C9F32" w14:textId="77777777" w:rsidR="00072895" w:rsidRPr="009E712C" w:rsidRDefault="00072895" w:rsidP="009E712C">
            <w:pPr>
              <w:jc w:val="left"/>
              <w:rPr>
                <w:b/>
              </w:rPr>
            </w:pPr>
          </w:p>
        </w:tc>
        <w:tc>
          <w:tcPr>
            <w:tcW w:w="850" w:type="dxa"/>
          </w:tcPr>
          <w:p w14:paraId="2FA403ED" w14:textId="77777777"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Sun</w:t>
            </w:r>
          </w:p>
        </w:tc>
        <w:tc>
          <w:tcPr>
            <w:tcW w:w="1418" w:type="dxa"/>
          </w:tcPr>
          <w:p w14:paraId="42376EDE" w14:textId="77777777"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3A51755" w14:textId="77777777"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4F7D0C2B" w14:textId="77777777"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808" w:type="dxa"/>
          </w:tcPr>
          <w:p w14:paraId="0B48A3DE" w14:textId="77777777"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</w:tr>
      <w:tr w:rsidR="009E712C" w14:paraId="0D08D240" w14:textId="77777777" w:rsidTr="00A4529F">
        <w:trPr>
          <w:trHeight w:val="275"/>
        </w:trPr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67584BC5" w14:textId="77777777" w:rsidR="009E712C" w:rsidRPr="009E712C" w:rsidRDefault="009E712C" w:rsidP="009E712C">
            <w:pPr>
              <w:spacing w:line="276" w:lineRule="auto"/>
              <w:jc w:val="center"/>
              <w:rPr>
                <w:b/>
              </w:rPr>
            </w:pPr>
            <w:r w:rsidRPr="009E712C">
              <w:rPr>
                <w:b/>
              </w:rPr>
              <w:t>2</w:t>
            </w:r>
          </w:p>
        </w:tc>
        <w:tc>
          <w:tcPr>
            <w:tcW w:w="850" w:type="dxa"/>
          </w:tcPr>
          <w:p w14:paraId="415FA73F" w14:textId="77777777"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Mon</w:t>
            </w:r>
          </w:p>
        </w:tc>
        <w:tc>
          <w:tcPr>
            <w:tcW w:w="1418" w:type="dxa"/>
          </w:tcPr>
          <w:p w14:paraId="0D9FFE32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</w:tcPr>
          <w:p w14:paraId="4DE783A1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</w:tcPr>
          <w:p w14:paraId="45B18B8F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14:paraId="4743BF25" w14:textId="77777777" w:rsidR="009E712C" w:rsidRPr="00621CE4" w:rsidRDefault="009E712C" w:rsidP="00974FA8">
            <w:pPr>
              <w:rPr>
                <w:b/>
              </w:rPr>
            </w:pPr>
          </w:p>
        </w:tc>
      </w:tr>
      <w:tr w:rsidR="009E712C" w14:paraId="4C9BAA16" w14:textId="77777777" w:rsidTr="00A4529F">
        <w:trPr>
          <w:trHeight w:val="280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267692A1" w14:textId="77777777" w:rsidR="009E712C" w:rsidRPr="00045FEC" w:rsidRDefault="009E712C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</w:tcPr>
          <w:p w14:paraId="2DE3F8DD" w14:textId="77777777"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Tue</w:t>
            </w:r>
          </w:p>
        </w:tc>
        <w:tc>
          <w:tcPr>
            <w:tcW w:w="1418" w:type="dxa"/>
          </w:tcPr>
          <w:p w14:paraId="1DCF0FFA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</w:tcPr>
          <w:p w14:paraId="2BA4AD8F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</w:tcPr>
          <w:p w14:paraId="67A30237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14:paraId="7398EBD1" w14:textId="77777777" w:rsidR="009E712C" w:rsidRPr="00621CE4" w:rsidRDefault="009E712C" w:rsidP="00974FA8">
            <w:pPr>
              <w:rPr>
                <w:b/>
              </w:rPr>
            </w:pPr>
          </w:p>
        </w:tc>
      </w:tr>
      <w:tr w:rsidR="009E712C" w14:paraId="7332257E" w14:textId="77777777" w:rsidTr="00A4529F">
        <w:trPr>
          <w:trHeight w:val="256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0AD8DCE5" w14:textId="77777777" w:rsidR="009E712C" w:rsidRPr="00045FEC" w:rsidRDefault="009E712C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</w:tcPr>
          <w:p w14:paraId="3C9EFAEF" w14:textId="77777777"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Wed</w:t>
            </w:r>
          </w:p>
        </w:tc>
        <w:tc>
          <w:tcPr>
            <w:tcW w:w="1418" w:type="dxa"/>
          </w:tcPr>
          <w:p w14:paraId="3A0D7013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</w:tcPr>
          <w:p w14:paraId="30916D28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</w:tcPr>
          <w:p w14:paraId="561572B8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14:paraId="0FDED8DC" w14:textId="77777777" w:rsidR="009E712C" w:rsidRPr="00621CE4" w:rsidRDefault="009E712C" w:rsidP="00974FA8">
            <w:pPr>
              <w:rPr>
                <w:b/>
              </w:rPr>
            </w:pPr>
          </w:p>
        </w:tc>
      </w:tr>
      <w:tr w:rsidR="009E712C" w14:paraId="157CFE70" w14:textId="77777777" w:rsidTr="00A4529F">
        <w:trPr>
          <w:trHeight w:val="259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65D54E1A" w14:textId="77777777" w:rsidR="009E712C" w:rsidRPr="00045FEC" w:rsidRDefault="009E712C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</w:tcPr>
          <w:p w14:paraId="43223B0C" w14:textId="77777777"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Thur</w:t>
            </w:r>
          </w:p>
        </w:tc>
        <w:tc>
          <w:tcPr>
            <w:tcW w:w="1418" w:type="dxa"/>
          </w:tcPr>
          <w:p w14:paraId="13402204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</w:tcPr>
          <w:p w14:paraId="1E65A116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</w:tcPr>
          <w:p w14:paraId="3BE19439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14:paraId="58001045" w14:textId="77777777" w:rsidR="009E712C" w:rsidRPr="00621CE4" w:rsidRDefault="009E712C" w:rsidP="00974FA8">
            <w:pPr>
              <w:rPr>
                <w:b/>
              </w:rPr>
            </w:pPr>
          </w:p>
        </w:tc>
      </w:tr>
      <w:tr w:rsidR="009E712C" w14:paraId="22C59DEC" w14:textId="77777777" w:rsidTr="00A4529F">
        <w:trPr>
          <w:trHeight w:val="264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7739BA38" w14:textId="77777777" w:rsidR="009E712C" w:rsidRPr="00045FEC" w:rsidRDefault="009E712C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</w:tcPr>
          <w:p w14:paraId="7CA9E4A3" w14:textId="77777777"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Fri</w:t>
            </w:r>
          </w:p>
        </w:tc>
        <w:tc>
          <w:tcPr>
            <w:tcW w:w="1418" w:type="dxa"/>
          </w:tcPr>
          <w:p w14:paraId="1CB52971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</w:tcPr>
          <w:p w14:paraId="6D03A100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</w:tcPr>
          <w:p w14:paraId="3F446BBF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14:paraId="3EE643D8" w14:textId="77777777" w:rsidR="009E712C" w:rsidRPr="00621CE4" w:rsidRDefault="009E712C" w:rsidP="00974FA8">
            <w:pPr>
              <w:rPr>
                <w:b/>
              </w:rPr>
            </w:pPr>
          </w:p>
        </w:tc>
      </w:tr>
      <w:tr w:rsidR="009E712C" w14:paraId="2A1B5819" w14:textId="77777777" w:rsidTr="00A4529F">
        <w:trPr>
          <w:trHeight w:val="253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12482228" w14:textId="77777777" w:rsidR="009E712C" w:rsidRPr="00045FEC" w:rsidRDefault="009E712C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4530D94" w14:textId="77777777"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Sat</w:t>
            </w:r>
          </w:p>
        </w:tc>
        <w:tc>
          <w:tcPr>
            <w:tcW w:w="1418" w:type="dxa"/>
          </w:tcPr>
          <w:p w14:paraId="313CD7AF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</w:tcPr>
          <w:p w14:paraId="062B243A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</w:tcPr>
          <w:p w14:paraId="40197BC5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14:paraId="2CADFEF9" w14:textId="77777777" w:rsidR="009E712C" w:rsidRPr="00621CE4" w:rsidRDefault="009E712C" w:rsidP="00974FA8">
            <w:pPr>
              <w:rPr>
                <w:b/>
              </w:rPr>
            </w:pPr>
          </w:p>
        </w:tc>
      </w:tr>
      <w:tr w:rsidR="009E712C" w14:paraId="70553815" w14:textId="77777777" w:rsidTr="00A4529F">
        <w:trPr>
          <w:trHeight w:val="258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60F6F0D" w14:textId="77777777" w:rsidR="009E712C" w:rsidRPr="00045FEC" w:rsidRDefault="009E712C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92439DC" w14:textId="77777777"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Sun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DCC9BBF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D7F944C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269245E" w14:textId="77777777"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14:paraId="36A4EE42" w14:textId="77777777" w:rsidR="009E712C" w:rsidRPr="00621CE4" w:rsidRDefault="009E712C" w:rsidP="00974FA8">
            <w:pPr>
              <w:rPr>
                <w:b/>
              </w:rPr>
            </w:pPr>
          </w:p>
        </w:tc>
      </w:tr>
      <w:tr w:rsidR="00DC6421" w14:paraId="59699F5D" w14:textId="77777777" w:rsidTr="00DC6421">
        <w:trPr>
          <w:trHeight w:val="457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055833B" w14:textId="77777777" w:rsidR="00DC6421" w:rsidRPr="00045FEC" w:rsidRDefault="00DC6421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B981CD1" w14:textId="77777777" w:rsidR="00DC6421" w:rsidRPr="009E712C" w:rsidRDefault="00DC6421" w:rsidP="009E71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tcBorders>
              <w:left w:val="single" w:sz="4" w:space="0" w:color="auto"/>
            </w:tcBorders>
            <w:shd w:val="clear" w:color="auto" w:fill="000000" w:themeFill="text1"/>
          </w:tcPr>
          <w:p w14:paraId="5596421C" w14:textId="77777777" w:rsidR="00DC6421" w:rsidRPr="00621CE4" w:rsidRDefault="00DC6421" w:rsidP="00DC642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Total number of hours worked current F/N</w:t>
            </w:r>
          </w:p>
        </w:tc>
        <w:tc>
          <w:tcPr>
            <w:tcW w:w="1808" w:type="dxa"/>
          </w:tcPr>
          <w:p w14:paraId="00731141" w14:textId="77777777" w:rsidR="00DC6421" w:rsidRPr="00621CE4" w:rsidRDefault="00DC6421" w:rsidP="00072895">
            <w:pPr>
              <w:spacing w:line="276" w:lineRule="auto"/>
              <w:rPr>
                <w:b/>
              </w:rPr>
            </w:pPr>
          </w:p>
        </w:tc>
      </w:tr>
    </w:tbl>
    <w:p w14:paraId="441387D4" w14:textId="77777777" w:rsidR="007F30EC" w:rsidRDefault="007F30EC" w:rsidP="007F30EC">
      <w:pPr>
        <w:tabs>
          <w:tab w:val="left" w:pos="2086"/>
        </w:tabs>
      </w:pPr>
    </w:p>
    <w:p w14:paraId="3C4EBB8A" w14:textId="77777777" w:rsidR="00C85184" w:rsidRDefault="00C85184" w:rsidP="007F30EC">
      <w:pPr>
        <w:tabs>
          <w:tab w:val="left" w:pos="2086"/>
        </w:tabs>
      </w:pPr>
    </w:p>
    <w:tbl>
      <w:tblPr>
        <w:tblStyle w:val="TableGrid"/>
        <w:tblpPr w:leftFromText="180" w:rightFromText="180" w:vertAnchor="text" w:horzAnchor="margin" w:tblpX="108" w:tblpY="99"/>
        <w:tblW w:w="8897" w:type="dxa"/>
        <w:tblLook w:val="04A0" w:firstRow="1" w:lastRow="0" w:firstColumn="1" w:lastColumn="0" w:noHBand="0" w:noVBand="1"/>
      </w:tblPr>
      <w:tblGrid>
        <w:gridCol w:w="5545"/>
        <w:gridCol w:w="3352"/>
      </w:tblGrid>
      <w:tr w:rsidR="00974FA8" w:rsidRPr="004B2ED5" w14:paraId="6D4D3704" w14:textId="77777777" w:rsidTr="00C85184">
        <w:trPr>
          <w:trHeight w:val="203"/>
        </w:trPr>
        <w:tc>
          <w:tcPr>
            <w:tcW w:w="8897" w:type="dxa"/>
            <w:gridSpan w:val="2"/>
            <w:shd w:val="clear" w:color="auto" w:fill="000000" w:themeFill="text1"/>
          </w:tcPr>
          <w:p w14:paraId="337D69B6" w14:textId="77777777" w:rsidR="00974FA8" w:rsidRDefault="00974FA8" w:rsidP="00974FA8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Summary of hours worked current fortnight</w:t>
            </w:r>
          </w:p>
        </w:tc>
      </w:tr>
      <w:tr w:rsidR="00B45A05" w:rsidRPr="004B2ED5" w14:paraId="430BB6AC" w14:textId="77777777" w:rsidTr="00C85184">
        <w:trPr>
          <w:trHeight w:val="203"/>
        </w:trPr>
        <w:tc>
          <w:tcPr>
            <w:tcW w:w="5545" w:type="dxa"/>
            <w:shd w:val="clear" w:color="auto" w:fill="D9D9D9" w:themeFill="background1" w:themeFillShade="D9"/>
          </w:tcPr>
          <w:p w14:paraId="464494BB" w14:textId="77777777" w:rsidR="00B45A05" w:rsidRPr="00C55E2D" w:rsidRDefault="00B45A05" w:rsidP="00B45A0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Week</w:t>
            </w:r>
          </w:p>
        </w:tc>
        <w:tc>
          <w:tcPr>
            <w:tcW w:w="3352" w:type="dxa"/>
            <w:shd w:val="clear" w:color="auto" w:fill="D9D9D9" w:themeFill="background1" w:themeFillShade="D9"/>
          </w:tcPr>
          <w:p w14:paraId="500AA293" w14:textId="77777777" w:rsidR="00B45A05" w:rsidRDefault="00B45A05" w:rsidP="00B45A0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Hours worked</w:t>
            </w:r>
          </w:p>
        </w:tc>
      </w:tr>
      <w:tr w:rsidR="00B45A05" w14:paraId="429B3771" w14:textId="77777777" w:rsidTr="00C85184">
        <w:trPr>
          <w:trHeight w:val="181"/>
        </w:trPr>
        <w:tc>
          <w:tcPr>
            <w:tcW w:w="5545" w:type="dxa"/>
            <w:shd w:val="clear" w:color="auto" w:fill="D9D9D9" w:themeFill="background1" w:themeFillShade="D9"/>
            <w:vAlign w:val="center"/>
          </w:tcPr>
          <w:p w14:paraId="336BB316" w14:textId="77777777" w:rsidR="00B45A05" w:rsidRPr="009E712C" w:rsidRDefault="00B45A05" w:rsidP="00B45A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52" w:type="dxa"/>
          </w:tcPr>
          <w:p w14:paraId="45C21B39" w14:textId="77777777" w:rsidR="00B45A05" w:rsidRPr="009E712C" w:rsidRDefault="00B45A05" w:rsidP="00B45A05">
            <w:pPr>
              <w:jc w:val="center"/>
              <w:rPr>
                <w:sz w:val="20"/>
                <w:szCs w:val="20"/>
              </w:rPr>
            </w:pPr>
          </w:p>
        </w:tc>
      </w:tr>
      <w:tr w:rsidR="00B45A05" w14:paraId="1B5EE7E2" w14:textId="77777777" w:rsidTr="00C85184">
        <w:trPr>
          <w:trHeight w:val="232"/>
        </w:trPr>
        <w:tc>
          <w:tcPr>
            <w:tcW w:w="5545" w:type="dxa"/>
            <w:shd w:val="clear" w:color="auto" w:fill="D9D9D9" w:themeFill="background1" w:themeFillShade="D9"/>
            <w:vAlign w:val="center"/>
          </w:tcPr>
          <w:p w14:paraId="57AACCCE" w14:textId="77777777" w:rsidR="00B45A05" w:rsidRPr="009E712C" w:rsidRDefault="00B45A05" w:rsidP="00B45A0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352" w:type="dxa"/>
          </w:tcPr>
          <w:p w14:paraId="4E7FE41C" w14:textId="77777777" w:rsidR="00B45A05" w:rsidRPr="009E712C" w:rsidRDefault="00B45A05" w:rsidP="00B45A05">
            <w:pPr>
              <w:rPr>
                <w:sz w:val="20"/>
                <w:szCs w:val="20"/>
              </w:rPr>
            </w:pPr>
          </w:p>
        </w:tc>
      </w:tr>
      <w:tr w:rsidR="00974FA8" w14:paraId="1ECFD8F4" w14:textId="77777777" w:rsidTr="00C85184">
        <w:trPr>
          <w:trHeight w:val="232"/>
        </w:trPr>
        <w:tc>
          <w:tcPr>
            <w:tcW w:w="5545" w:type="dxa"/>
            <w:shd w:val="clear" w:color="auto" w:fill="000000" w:themeFill="text1"/>
            <w:vAlign w:val="center"/>
          </w:tcPr>
          <w:p w14:paraId="22F2772F" w14:textId="77777777" w:rsidR="00974FA8" w:rsidRDefault="00974FA8" w:rsidP="00B45A05">
            <w:pPr>
              <w:jc w:val="center"/>
              <w:rPr>
                <w:b/>
              </w:rPr>
            </w:pPr>
            <w:r w:rsidRPr="00974FA8">
              <w:rPr>
                <w:b/>
              </w:rPr>
              <w:t>Total number of hours worked current F/N</w:t>
            </w:r>
          </w:p>
        </w:tc>
        <w:tc>
          <w:tcPr>
            <w:tcW w:w="3352" w:type="dxa"/>
          </w:tcPr>
          <w:p w14:paraId="4AD314C0" w14:textId="77777777" w:rsidR="00974FA8" w:rsidRPr="009E712C" w:rsidRDefault="00974FA8" w:rsidP="00B45A05">
            <w:pPr>
              <w:rPr>
                <w:sz w:val="20"/>
                <w:szCs w:val="20"/>
              </w:rPr>
            </w:pPr>
          </w:p>
        </w:tc>
      </w:tr>
    </w:tbl>
    <w:p w14:paraId="26C2BBE5" w14:textId="77777777" w:rsidR="00B45A05" w:rsidRDefault="00B45A05" w:rsidP="007F30EC">
      <w:pPr>
        <w:tabs>
          <w:tab w:val="left" w:pos="2086"/>
        </w:tabs>
      </w:pPr>
    </w:p>
    <w:p w14:paraId="17AEFCF6" w14:textId="77777777" w:rsidR="00C85184" w:rsidRDefault="00C85184" w:rsidP="007F30EC">
      <w:pPr>
        <w:tabs>
          <w:tab w:val="left" w:pos="2086"/>
        </w:tabs>
      </w:pPr>
    </w:p>
    <w:tbl>
      <w:tblPr>
        <w:tblStyle w:val="TableGrid1"/>
        <w:tblW w:w="8931" w:type="dxa"/>
        <w:tblInd w:w="108" w:type="dxa"/>
        <w:tblLook w:val="04A0" w:firstRow="1" w:lastRow="0" w:firstColumn="1" w:lastColumn="0" w:noHBand="0" w:noVBand="1"/>
      </w:tblPr>
      <w:tblGrid>
        <w:gridCol w:w="2835"/>
        <w:gridCol w:w="3119"/>
        <w:gridCol w:w="1134"/>
        <w:gridCol w:w="1843"/>
      </w:tblGrid>
      <w:tr w:rsidR="004C02AF" w:rsidRPr="004C02AF" w14:paraId="25C76794" w14:textId="77777777" w:rsidTr="005E0CC0">
        <w:trPr>
          <w:trHeight w:val="451"/>
        </w:trPr>
        <w:tc>
          <w:tcPr>
            <w:tcW w:w="8931" w:type="dxa"/>
            <w:gridSpan w:val="4"/>
            <w:shd w:val="clear" w:color="auto" w:fill="000000" w:themeFill="text1"/>
          </w:tcPr>
          <w:p w14:paraId="2F2B28C2" w14:textId="77777777" w:rsidR="004C02AF" w:rsidRPr="004C02AF" w:rsidRDefault="004C02AF" w:rsidP="004C02AF">
            <w:pPr>
              <w:tabs>
                <w:tab w:val="left" w:pos="960"/>
              </w:tabs>
              <w:rPr>
                <w:b/>
              </w:rPr>
            </w:pPr>
            <w:r w:rsidRPr="004C02AF">
              <w:rPr>
                <w:b/>
              </w:rPr>
              <w:t>Approved by supervisor</w:t>
            </w:r>
          </w:p>
        </w:tc>
      </w:tr>
      <w:tr w:rsidR="004C02AF" w:rsidRPr="004C02AF" w14:paraId="600786C9" w14:textId="77777777" w:rsidTr="005E0CC0">
        <w:trPr>
          <w:trHeight w:val="451"/>
        </w:trPr>
        <w:tc>
          <w:tcPr>
            <w:tcW w:w="2835" w:type="dxa"/>
            <w:shd w:val="clear" w:color="auto" w:fill="D9D9D9" w:themeFill="background1" w:themeFillShade="D9"/>
          </w:tcPr>
          <w:p w14:paraId="6DDD6F15" w14:textId="77777777" w:rsidR="004C02AF" w:rsidRPr="004C02AF" w:rsidRDefault="004C02AF" w:rsidP="004C02AF">
            <w:pPr>
              <w:tabs>
                <w:tab w:val="left" w:pos="960"/>
              </w:tabs>
              <w:rPr>
                <w:b/>
              </w:rPr>
            </w:pPr>
            <w:r w:rsidRPr="004C02AF">
              <w:rPr>
                <w:b/>
              </w:rPr>
              <w:t xml:space="preserve">Supervisor’s name </w:t>
            </w:r>
          </w:p>
        </w:tc>
        <w:tc>
          <w:tcPr>
            <w:tcW w:w="6096" w:type="dxa"/>
            <w:gridSpan w:val="3"/>
          </w:tcPr>
          <w:p w14:paraId="62FB5C0F" w14:textId="77777777" w:rsidR="004C02AF" w:rsidRPr="004C02AF" w:rsidRDefault="004C02AF" w:rsidP="004C02AF">
            <w:pPr>
              <w:tabs>
                <w:tab w:val="left" w:pos="960"/>
              </w:tabs>
            </w:pPr>
          </w:p>
        </w:tc>
      </w:tr>
      <w:tr w:rsidR="004C02AF" w:rsidRPr="004C02AF" w14:paraId="2C68EA1A" w14:textId="77777777" w:rsidTr="005E0CC0">
        <w:trPr>
          <w:trHeight w:val="415"/>
        </w:trPr>
        <w:tc>
          <w:tcPr>
            <w:tcW w:w="2835" w:type="dxa"/>
            <w:shd w:val="clear" w:color="auto" w:fill="D9D9D9" w:themeFill="background1" w:themeFillShade="D9"/>
          </w:tcPr>
          <w:p w14:paraId="1BCAB6F8" w14:textId="77777777" w:rsidR="004C02AF" w:rsidRPr="004C02AF" w:rsidRDefault="004C02AF" w:rsidP="004C02AF">
            <w:pPr>
              <w:tabs>
                <w:tab w:val="left" w:pos="960"/>
              </w:tabs>
              <w:rPr>
                <w:b/>
              </w:rPr>
            </w:pPr>
            <w:r w:rsidRPr="004C02AF">
              <w:rPr>
                <w:b/>
              </w:rPr>
              <w:t xml:space="preserve">Position </w:t>
            </w:r>
          </w:p>
        </w:tc>
        <w:tc>
          <w:tcPr>
            <w:tcW w:w="6096" w:type="dxa"/>
            <w:gridSpan w:val="3"/>
          </w:tcPr>
          <w:p w14:paraId="4ADA1BCA" w14:textId="77777777" w:rsidR="004C02AF" w:rsidRPr="004C02AF" w:rsidRDefault="004C02AF" w:rsidP="004C02AF">
            <w:pPr>
              <w:tabs>
                <w:tab w:val="left" w:pos="960"/>
              </w:tabs>
            </w:pPr>
          </w:p>
        </w:tc>
      </w:tr>
      <w:tr w:rsidR="004C02AF" w:rsidRPr="004C02AF" w14:paraId="5F37FBEB" w14:textId="77777777" w:rsidTr="005E0CC0">
        <w:trPr>
          <w:trHeight w:val="702"/>
        </w:trPr>
        <w:tc>
          <w:tcPr>
            <w:tcW w:w="2835" w:type="dxa"/>
            <w:shd w:val="clear" w:color="auto" w:fill="D9D9D9" w:themeFill="background1" w:themeFillShade="D9"/>
          </w:tcPr>
          <w:p w14:paraId="4FE9B97E" w14:textId="77777777" w:rsidR="004C02AF" w:rsidRPr="004C02AF" w:rsidRDefault="004C02AF" w:rsidP="004C02AF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4C02AF">
              <w:rPr>
                <w:b/>
              </w:rPr>
              <w:t>Signature</w:t>
            </w:r>
          </w:p>
        </w:tc>
        <w:tc>
          <w:tcPr>
            <w:tcW w:w="3119" w:type="dxa"/>
          </w:tcPr>
          <w:p w14:paraId="547DECA4" w14:textId="77777777" w:rsidR="004C02AF" w:rsidRPr="004C02AF" w:rsidRDefault="004C02AF" w:rsidP="004C02AF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DEC2F8F" w14:textId="77777777" w:rsidR="004C02AF" w:rsidRPr="004C02AF" w:rsidRDefault="004C02AF" w:rsidP="004C02AF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4C02AF">
              <w:rPr>
                <w:b/>
              </w:rPr>
              <w:t>Date</w:t>
            </w:r>
          </w:p>
        </w:tc>
        <w:tc>
          <w:tcPr>
            <w:tcW w:w="1843" w:type="dxa"/>
          </w:tcPr>
          <w:p w14:paraId="68E974F0" w14:textId="77777777" w:rsidR="004C02AF" w:rsidRPr="004C02AF" w:rsidRDefault="004C02AF" w:rsidP="004C02AF">
            <w:pPr>
              <w:tabs>
                <w:tab w:val="left" w:pos="960"/>
              </w:tabs>
              <w:spacing w:line="360" w:lineRule="auto"/>
            </w:pPr>
          </w:p>
        </w:tc>
      </w:tr>
    </w:tbl>
    <w:p w14:paraId="01C85352" w14:textId="77777777" w:rsidR="004C02AF" w:rsidRPr="005A540C" w:rsidRDefault="004C02AF" w:rsidP="005A540C">
      <w:pPr>
        <w:tabs>
          <w:tab w:val="left" w:pos="2086"/>
        </w:tabs>
      </w:pPr>
    </w:p>
    <w:sectPr w:rsidR="004C02AF" w:rsidRPr="005A540C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F1A77" w14:textId="77777777" w:rsidR="003B3BC8" w:rsidRDefault="003B3BC8" w:rsidP="00F90996">
      <w:r>
        <w:separator/>
      </w:r>
    </w:p>
  </w:endnote>
  <w:endnote w:type="continuationSeparator" w:id="0">
    <w:p w14:paraId="4A5158BF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030D" w14:textId="77777777" w:rsidR="009D185F" w:rsidRPr="0086262A" w:rsidRDefault="009551D5" w:rsidP="00CE795B">
    <w:pPr>
      <w:pStyle w:val="Footer"/>
    </w:pPr>
    <w:r>
      <w:t xml:space="preserve">Casual Employee Timesheet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>
            <w:rPr>
              <w:noProof/>
            </w:rPr>
            <w:t>1</w:t>
          </w:r>
        </w:fldSimple>
      </w:sdtContent>
    </w:sdt>
  </w:p>
  <w:p w14:paraId="4BDDE788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1284F" w14:textId="77777777" w:rsidR="003B3BC8" w:rsidRDefault="003B3BC8" w:rsidP="00F90996">
      <w:r>
        <w:separator/>
      </w:r>
    </w:p>
  </w:footnote>
  <w:footnote w:type="continuationSeparator" w:id="0">
    <w:p w14:paraId="0EC6A771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2895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4506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3A78"/>
    <w:rsid w:val="00496912"/>
    <w:rsid w:val="00497771"/>
    <w:rsid w:val="004C02AF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486E"/>
    <w:rsid w:val="0073578B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913FAA"/>
    <w:rsid w:val="009159DF"/>
    <w:rsid w:val="00921EE7"/>
    <w:rsid w:val="009447BE"/>
    <w:rsid w:val="009551D5"/>
    <w:rsid w:val="00957124"/>
    <w:rsid w:val="009716A4"/>
    <w:rsid w:val="00974FA8"/>
    <w:rsid w:val="009A0BF7"/>
    <w:rsid w:val="009A3DEE"/>
    <w:rsid w:val="009C40B1"/>
    <w:rsid w:val="009C7314"/>
    <w:rsid w:val="009D185F"/>
    <w:rsid w:val="009D19D9"/>
    <w:rsid w:val="009D439A"/>
    <w:rsid w:val="009D50FB"/>
    <w:rsid w:val="009D6D4C"/>
    <w:rsid w:val="009E712C"/>
    <w:rsid w:val="009E71E8"/>
    <w:rsid w:val="00A019F3"/>
    <w:rsid w:val="00A17B61"/>
    <w:rsid w:val="00A31F26"/>
    <w:rsid w:val="00A368B1"/>
    <w:rsid w:val="00A37566"/>
    <w:rsid w:val="00A446EF"/>
    <w:rsid w:val="00A4529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45A05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84D83"/>
    <w:rsid w:val="00C85184"/>
    <w:rsid w:val="00C91CBC"/>
    <w:rsid w:val="00C9321E"/>
    <w:rsid w:val="00CA6676"/>
    <w:rsid w:val="00CB16AB"/>
    <w:rsid w:val="00CC2972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0DE9"/>
    <w:rsid w:val="00D84855"/>
    <w:rsid w:val="00DA316F"/>
    <w:rsid w:val="00DA59C5"/>
    <w:rsid w:val="00DA62CF"/>
    <w:rsid w:val="00DB0346"/>
    <w:rsid w:val="00DB1845"/>
    <w:rsid w:val="00DB2134"/>
    <w:rsid w:val="00DB5EC5"/>
    <w:rsid w:val="00DC6421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70569DD1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4C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23ST2XJ3F2FU-1797567310-95012</_dlc_DocId>
    <_dlc_DocIdUrl xmlns="14c5a56e-ced3-43ad-8a76-68a367d68378">
      <Url>https://nadaau.sharepoint.com/_layouts/15/DocIdRedir.aspx?ID=23ST2XJ3F2FU-1797567310-95012</Url>
      <Description>23ST2XJ3F2FU-1797567310-95012</Description>
    </_dlc_DocIdUrl>
  </documentManagement>
</p:properties>
</file>

<file path=customXml/itemProps1.xml><?xml version="1.0" encoding="utf-8"?>
<ds:datastoreItem xmlns:ds="http://schemas.openxmlformats.org/officeDocument/2006/customXml" ds:itemID="{9A28D000-B872-4D0B-9A34-385B1E3258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CF0A08-B81D-4490-AEAF-FDD921CF25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82E20DB-6D27-49B8-A04F-638177C86D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9FD2C0-C532-4914-9349-8A3961B72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C044BE7-7372-4EBF-9464-9061DDF121E8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2021-04-21T03:00:00Z</dcterms:created>
  <dcterms:modified xsi:type="dcterms:W3CDTF">2021-04-21T03:00:00Z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27ea7a81-2809-4237-923a-5d83fe8d9270</vt:lpwstr>
  </property>
</Properties>
</file>